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38" w:rsidRDefault="00FE7838" w:rsidP="007F3861">
      <w:pPr>
        <w:pStyle w:val="Title"/>
      </w:pPr>
      <w:r>
        <w:t>References</w:t>
      </w:r>
    </w:p>
    <w:p w:rsidR="00FE7838" w:rsidRDefault="00FE7838" w:rsidP="007F3861">
      <w:pPr>
        <w:pStyle w:val="ListParagraph"/>
        <w:numPr>
          <w:ilvl w:val="0"/>
          <w:numId w:val="1"/>
        </w:numPr>
        <w:spacing w:line="360" w:lineRule="auto"/>
      </w:pPr>
      <w:r>
        <w:t xml:space="preserve">AAA Clipart. (n.d.). Retrieved April 6, 2009, from </w:t>
      </w:r>
      <w:hyperlink r:id="rId5" w:history="1">
        <w:r w:rsidRPr="00F73847">
          <w:rPr>
            <w:rStyle w:val="Hyperlink"/>
          </w:rPr>
          <w:t>http://www.aaaclipart.com/</w:t>
        </w:r>
      </w:hyperlink>
    </w:p>
    <w:p w:rsidR="00FE7838" w:rsidRDefault="00FE7838" w:rsidP="007F3861">
      <w:pPr>
        <w:pStyle w:val="ListParagraph"/>
        <w:numPr>
          <w:ilvl w:val="0"/>
          <w:numId w:val="1"/>
        </w:numPr>
        <w:spacing w:line="360" w:lineRule="auto"/>
      </w:pPr>
      <w:r>
        <w:t xml:space="preserve">Microsoft Office Clip Art. (n.d.).  Retrieved April 6, 2009, from </w:t>
      </w:r>
      <w:hyperlink r:id="rId6" w:history="1">
        <w:r w:rsidRPr="00F73847">
          <w:rPr>
            <w:rStyle w:val="Hyperlink"/>
          </w:rPr>
          <w:t>http://office.microsoft.com/en-au/clipart/default.aspx?ofcresset=1</w:t>
        </w:r>
      </w:hyperlink>
    </w:p>
    <w:p w:rsidR="00FE7838" w:rsidRDefault="00FE7838" w:rsidP="007F3861">
      <w:pPr>
        <w:pStyle w:val="ListParagraph"/>
        <w:numPr>
          <w:ilvl w:val="0"/>
          <w:numId w:val="1"/>
        </w:numPr>
        <w:spacing w:line="360" w:lineRule="auto"/>
      </w:pPr>
      <w:r>
        <w:t xml:space="preserve">Curriculum Council. (n.d.). Retrieves April 6, 2009, from </w:t>
      </w:r>
      <w:hyperlink r:id="rId7" w:history="1">
        <w:r w:rsidRPr="00F73847">
          <w:rPr>
            <w:rStyle w:val="Hyperlink"/>
          </w:rPr>
          <w:t>http://www.curriculum.wa.edu.au/internet/Years_K10/Curriculum_Resources</w:t>
        </w:r>
      </w:hyperlink>
    </w:p>
    <w:p w:rsidR="00FE7838" w:rsidRPr="00BB064B" w:rsidRDefault="00FE7838" w:rsidP="007F3861">
      <w:pPr>
        <w:pStyle w:val="ListParagraph"/>
        <w:numPr>
          <w:ilvl w:val="0"/>
          <w:numId w:val="1"/>
        </w:numPr>
        <w:spacing w:line="360" w:lineRule="auto"/>
        <w:rPr>
          <w:rStyle w:val="a1"/>
          <w:color w:val="auto"/>
        </w:rPr>
      </w:pPr>
      <w:r>
        <w:rPr>
          <w:rStyle w:val="a1"/>
          <w:rFonts w:ascii="Arial" w:hAnsi="Arial" w:cs="Arial"/>
          <w:color w:val="auto"/>
          <w:sz w:val="20"/>
          <w:szCs w:val="20"/>
        </w:rPr>
        <w:t xml:space="preserve">Picture Book. (n.d.). Retrieved April 8, 2009, from </w:t>
      </w:r>
      <w:r>
        <w:rPr>
          <w:rStyle w:val="a1"/>
          <w:rFonts w:ascii="Arial" w:hAnsi="Arial" w:cs="Arial"/>
          <w:sz w:val="20"/>
          <w:szCs w:val="20"/>
        </w:rPr>
        <w:t>picture-book.com</w:t>
      </w:r>
    </w:p>
    <w:p w:rsidR="00FE7838" w:rsidRDefault="00FE7838" w:rsidP="007F3861">
      <w:pPr>
        <w:pStyle w:val="ListParagraph"/>
        <w:numPr>
          <w:ilvl w:val="0"/>
          <w:numId w:val="1"/>
        </w:numPr>
        <w:spacing w:line="360" w:lineRule="auto"/>
      </w:pPr>
    </w:p>
    <w:p w:rsidR="00FE7838" w:rsidRDefault="00FE7838"/>
    <w:p w:rsidR="00FE7838" w:rsidRDefault="00FE7838"/>
    <w:sectPr w:rsidR="00FE7838" w:rsidSect="00061A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B2F13"/>
    <w:multiLevelType w:val="hybridMultilevel"/>
    <w:tmpl w:val="71E250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861"/>
    <w:rsid w:val="00061A4B"/>
    <w:rsid w:val="00450407"/>
    <w:rsid w:val="007F3861"/>
    <w:rsid w:val="00896F6A"/>
    <w:rsid w:val="009D7C3C"/>
    <w:rsid w:val="00BB064B"/>
    <w:rsid w:val="00F73847"/>
    <w:rsid w:val="00FE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4B"/>
    <w:pPr>
      <w:spacing w:after="20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386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3861"/>
    <w:rPr>
      <w:rFonts w:ascii="Cambria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rsid w:val="007F3861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7F386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F386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99"/>
    <w:qFormat/>
    <w:rsid w:val="007F3861"/>
    <w:pPr>
      <w:ind w:left="720"/>
      <w:contextualSpacing/>
    </w:pPr>
  </w:style>
  <w:style w:type="character" w:customStyle="1" w:styleId="a1">
    <w:name w:val="a1"/>
    <w:basedOn w:val="DefaultParagraphFont"/>
    <w:uiPriority w:val="99"/>
    <w:rsid w:val="00BB064B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urriculum.wa.edu.au/internet/Years_K10/Curriculum_Resour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ice.microsoft.com/en-au/clipart/default.aspx?ofcresset=1" TargetMode="External"/><Relationship Id="rId5" Type="http://schemas.openxmlformats.org/officeDocument/2006/relationships/hyperlink" Target="http://www.aaaclipart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94</Words>
  <Characters>541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lizz &amp;brian</cp:lastModifiedBy>
  <cp:revision>2</cp:revision>
  <dcterms:created xsi:type="dcterms:W3CDTF">2009-04-06T06:56:00Z</dcterms:created>
  <dcterms:modified xsi:type="dcterms:W3CDTF">2009-04-09T04:13:00Z</dcterms:modified>
</cp:coreProperties>
</file>